
<file path=[Content_Types].xml><?xml version="1.0" encoding="utf-8"?>
<Types xmlns="http://schemas.openxmlformats.org/package/2006/content-types">
  <Default Extension="tmp" ContentType="image/png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426"/>
        <w:gridCol w:w="4677"/>
      </w:tblGrid>
      <w:tr w:rsidR="00C6765F" w:rsidRPr="000A63AF" w14:paraId="0E33E6A3" w14:textId="77777777" w:rsidTr="00E554BF">
        <w:trPr>
          <w:trHeight w:val="1405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677" w:type="dxa"/>
            <w:tcBorders>
              <w:left w:val="nil"/>
            </w:tcBorders>
          </w:tcPr>
          <w:p w14:paraId="543BE07C" w14:textId="1E5B3048" w:rsidR="00C6765F" w:rsidRPr="00FB0E81" w:rsidRDefault="000B76C6" w:rsidP="00C6765F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Tahoma" w:hAnsi="Tahoma" w:cs="Tahoma"/>
              </w:rPr>
              <w:t>Share £49 in the ratio 3:4</w:t>
            </w:r>
          </w:p>
        </w:tc>
        <w:tc>
          <w:tcPr>
            <w:tcW w:w="426" w:type="dxa"/>
            <w:tcBorders>
              <w:right w:val="nil"/>
            </w:tcBorders>
          </w:tcPr>
          <w:p w14:paraId="181FE9F0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4677" w:type="dxa"/>
            <w:tcBorders>
              <w:left w:val="nil"/>
            </w:tcBorders>
          </w:tcPr>
          <w:p w14:paraId="1B5E5D74" w14:textId="1398F574" w:rsidR="00C6765F" w:rsidRPr="000A63AF" w:rsidRDefault="00923B95" w:rsidP="00C6765F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Tahoma" w:hAnsi="Tahoma" w:cs="Tahoma"/>
              </w:rPr>
              <w:t>A cat strolls at a speed of 2m/s for one minute.  How far does it walk?</w:t>
            </w:r>
          </w:p>
        </w:tc>
      </w:tr>
      <w:tr w:rsidR="00C6765F" w:rsidRPr="00C240D5" w14:paraId="02717925" w14:textId="77777777" w:rsidTr="00E554BF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3B839F3D" w14:textId="77777777" w:rsidR="00C6765F" w:rsidRDefault="00BD26FE" w:rsidP="00E554BF">
            <w:pPr>
              <w:spacing w:before="12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There are 5 lemon and 4 strawberry sweets in a bag. A sweet is taken then replaced into the bag.  Complete the probability tree.</w:t>
            </w:r>
          </w:p>
          <w:p w14:paraId="683B8A61" w14:textId="4380BC0E" w:rsidR="00D02CC1" w:rsidRPr="00C240D5" w:rsidRDefault="00D02CC1" w:rsidP="00101BAB">
            <w:pPr>
              <w:spacing w:after="0"/>
              <w:rPr>
                <w:rFonts w:ascii="Avenir Book" w:hAnsi="Avenir Book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3CBB3735" wp14:editId="7541C916">
                  <wp:extent cx="2232560" cy="1766324"/>
                  <wp:effectExtent l="0" t="0" r="0" b="571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801017.tmp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3021" cy="176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4AFF0C44" w14:textId="77777777" w:rsidR="00C6765F" w:rsidRDefault="00C6765F" w:rsidP="00C6765F">
            <w:pPr>
              <w:spacing w:before="120"/>
              <w:rPr>
                <w:rFonts w:ascii="Tahoma" w:hAnsi="Tahoma" w:cs="Tahoma"/>
                <w:noProof/>
                <w:lang w:eastAsia="en-GB"/>
              </w:rPr>
            </w:pPr>
            <w:r>
              <w:rPr>
                <w:rFonts w:ascii="Tahoma" w:hAnsi="Tahoma" w:cs="Tahoma"/>
                <w:noProof/>
                <w:lang w:eastAsia="en-GB"/>
              </w:rPr>
              <w:t>Work out the missing angle.</w:t>
            </w:r>
          </w:p>
          <w:p w14:paraId="35867634" w14:textId="7BA50AEC" w:rsidR="00C6765F" w:rsidRPr="00C240D5" w:rsidRDefault="001C6DC6" w:rsidP="00C6765F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05A0FBBF" wp14:editId="0BE6732E">
                  <wp:extent cx="971885" cy="1199407"/>
                  <wp:effectExtent l="0" t="0" r="0" b="127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958" cy="1199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765F" w:rsidRPr="00C240D5" w14:paraId="3A800F6F" w14:textId="77777777" w:rsidTr="00101BAB">
        <w:trPr>
          <w:trHeight w:val="1454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1BC84EB3" w14:textId="36C78A5A" w:rsidR="00C6765F" w:rsidRDefault="00E554BF" w:rsidP="00C6765F">
            <w:pPr>
              <w:spacing w:before="120" w:after="0"/>
              <w:rPr>
                <w:rFonts w:ascii="Tahoma" w:eastAsiaTheme="minorEastAsia" w:hAnsi="Tahoma" w:cs="Tahoma"/>
                <w:noProof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anchor distT="0" distB="0" distL="114300" distR="114300" simplePos="0" relativeHeight="251688960" behindDoc="0" locked="0" layoutInCell="1" allowOverlap="1" wp14:anchorId="20137DEE" wp14:editId="381B5AA7">
                  <wp:simplePos x="0" y="0"/>
                  <wp:positionH relativeFrom="column">
                    <wp:posOffset>2112058</wp:posOffset>
                  </wp:positionH>
                  <wp:positionV relativeFrom="paragraph">
                    <wp:posOffset>41861</wp:posOffset>
                  </wp:positionV>
                  <wp:extent cx="1009791" cy="1057423"/>
                  <wp:effectExtent l="0" t="0" r="6350" b="0"/>
                  <wp:wrapSquare wrapText="bothSides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80716D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791" cy="1057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6765F">
              <w:rPr>
                <w:rFonts w:ascii="Tahoma" w:eastAsiaTheme="minorEastAsia" w:hAnsi="Tahoma" w:cs="Tahoma"/>
                <w:noProof/>
              </w:rPr>
              <w:t>What shape is this the net for?</w:t>
            </w:r>
          </w:p>
          <w:p w14:paraId="6E7FDE4D" w14:textId="25A1B0F1" w:rsidR="00C6765F" w:rsidRPr="00C240D5" w:rsidRDefault="00101BAB" w:rsidP="00C6765F">
            <w:pPr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1C4C0152" wp14:editId="28EABAF0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441813</wp:posOffset>
                  </wp:positionV>
                  <wp:extent cx="572135" cy="40132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6765F">
              <w:rPr>
                <w:rFonts w:ascii="Tahoma" w:hAnsi="Tahoma" w:cs="Tahoma"/>
                <w:noProof/>
                <w:lang w:eastAsia="en-GB"/>
              </w:rPr>
              <w:t xml:space="preserve"> </w:t>
            </w:r>
          </w:p>
        </w:tc>
      </w:tr>
    </w:tbl>
    <w:p w14:paraId="44F62CAC" w14:textId="77777777" w:rsidR="00E554BF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5161DB83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C6765F">
        <w:rPr>
          <w:rFonts w:ascii="Segoe Print" w:hAnsi="Segoe Print"/>
          <w:b/>
          <w:sz w:val="24"/>
        </w:rPr>
        <w:t>20</w:t>
      </w:r>
      <w:r w:rsidR="00D51195" w:rsidRPr="0090117B">
        <w:rPr>
          <w:rFonts w:ascii="Segoe Print" w:hAnsi="Segoe Print"/>
          <w:b/>
          <w:sz w:val="24"/>
        </w:rPr>
        <w:t>.</w:t>
      </w:r>
      <w:r w:rsidR="00BA2BC5"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</w:p>
    <w:p w14:paraId="6E12D1E3" w14:textId="40D5E9B8" w:rsidR="00E554BF" w:rsidRDefault="00E554B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2694C434" w14:textId="77777777" w:rsidR="00E554BF" w:rsidRDefault="00E554BF" w:rsidP="00E554BF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2032" behindDoc="0" locked="0" layoutInCell="1" allowOverlap="1" wp14:anchorId="3437BF54" wp14:editId="59B3DB72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54" name="Picture 5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1008" behindDoc="0" locked="0" layoutInCell="1" allowOverlap="1" wp14:anchorId="63F68DC3" wp14:editId="04A95A85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55" name="Picture 5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20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</w:p>
    <w:tbl>
      <w:tblPr>
        <w:tblStyle w:val="TableGrid"/>
        <w:tblpPr w:leftFromText="180" w:rightFromText="180" w:vertAnchor="text" w:horzAnchor="margin" w:tblpY="9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426"/>
        <w:gridCol w:w="4677"/>
      </w:tblGrid>
      <w:tr w:rsidR="00E554BF" w:rsidRPr="000A63AF" w14:paraId="35A46702" w14:textId="77777777" w:rsidTr="00E554BF">
        <w:trPr>
          <w:trHeight w:val="1410"/>
        </w:trPr>
        <w:tc>
          <w:tcPr>
            <w:tcW w:w="421" w:type="dxa"/>
            <w:tcBorders>
              <w:right w:val="nil"/>
            </w:tcBorders>
          </w:tcPr>
          <w:p w14:paraId="6229F090" w14:textId="77777777" w:rsidR="00E554BF" w:rsidRPr="00C240D5" w:rsidRDefault="00E554BF" w:rsidP="00E554B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677" w:type="dxa"/>
            <w:tcBorders>
              <w:left w:val="nil"/>
            </w:tcBorders>
          </w:tcPr>
          <w:p w14:paraId="7DFEA2DE" w14:textId="77777777" w:rsidR="00E554BF" w:rsidRPr="00FB0E81" w:rsidRDefault="00E554BF" w:rsidP="00E554BF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Tahoma" w:hAnsi="Tahoma" w:cs="Tahoma"/>
              </w:rPr>
              <w:t>Share £49 in the ratio 3:4</w:t>
            </w:r>
          </w:p>
        </w:tc>
        <w:tc>
          <w:tcPr>
            <w:tcW w:w="426" w:type="dxa"/>
            <w:tcBorders>
              <w:right w:val="nil"/>
            </w:tcBorders>
          </w:tcPr>
          <w:p w14:paraId="2CBB27B2" w14:textId="77777777" w:rsidR="00E554BF" w:rsidRPr="00C240D5" w:rsidRDefault="00E554BF" w:rsidP="00E554B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4677" w:type="dxa"/>
            <w:tcBorders>
              <w:left w:val="nil"/>
            </w:tcBorders>
          </w:tcPr>
          <w:p w14:paraId="22EE93AF" w14:textId="77777777" w:rsidR="00E554BF" w:rsidRPr="000A63AF" w:rsidRDefault="00E554BF" w:rsidP="00E554BF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Tahoma" w:hAnsi="Tahoma" w:cs="Tahoma"/>
              </w:rPr>
              <w:t xml:space="preserve">A cat strolls at a speed of 2m/s for one </w:t>
            </w:r>
            <w:bookmarkStart w:id="0" w:name="_GoBack"/>
            <w:bookmarkEnd w:id="0"/>
            <w:r>
              <w:rPr>
                <w:rFonts w:ascii="Tahoma" w:hAnsi="Tahoma" w:cs="Tahoma"/>
              </w:rPr>
              <w:t>minute.  How far does it walk?</w:t>
            </w:r>
          </w:p>
        </w:tc>
      </w:tr>
      <w:tr w:rsidR="00E554BF" w:rsidRPr="00C240D5" w14:paraId="4D9AA9C1" w14:textId="77777777" w:rsidTr="00E554BF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F1087AC" w14:textId="77777777" w:rsidR="00E554BF" w:rsidRPr="00C240D5" w:rsidRDefault="00E554BF" w:rsidP="00E554B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3831CA6B" w14:textId="77777777" w:rsidR="00E554BF" w:rsidRDefault="00E554BF" w:rsidP="00E554BF">
            <w:pPr>
              <w:spacing w:before="12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There are 5 lemon and 4 strawberry sweets in a bag. A sweet is taken then replaced into the bag.  Complete the probability tree.</w:t>
            </w:r>
          </w:p>
          <w:p w14:paraId="692F4B4D" w14:textId="77777777" w:rsidR="00E554BF" w:rsidRPr="00C240D5" w:rsidRDefault="00E554BF" w:rsidP="00E554BF">
            <w:pPr>
              <w:spacing w:after="0"/>
              <w:rPr>
                <w:rFonts w:ascii="Avenir Book" w:hAnsi="Avenir Book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70DF3B60" wp14:editId="3EF5D407">
                  <wp:extent cx="2232560" cy="1766324"/>
                  <wp:effectExtent l="0" t="0" r="0" b="571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801017.tmp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3021" cy="176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</w:tcPr>
          <w:p w14:paraId="5668C068" w14:textId="77777777" w:rsidR="00E554BF" w:rsidRPr="00C240D5" w:rsidRDefault="00E554BF" w:rsidP="00E554B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0BAA4427" w14:textId="77777777" w:rsidR="00E554BF" w:rsidRDefault="00E554BF" w:rsidP="00E554BF">
            <w:pPr>
              <w:spacing w:before="120"/>
              <w:rPr>
                <w:rFonts w:ascii="Tahoma" w:hAnsi="Tahoma" w:cs="Tahoma"/>
                <w:noProof/>
                <w:lang w:eastAsia="en-GB"/>
              </w:rPr>
            </w:pPr>
            <w:r>
              <w:rPr>
                <w:rFonts w:ascii="Tahoma" w:hAnsi="Tahoma" w:cs="Tahoma"/>
                <w:noProof/>
                <w:lang w:eastAsia="en-GB"/>
              </w:rPr>
              <w:t>Work out the missing angle.</w:t>
            </w:r>
          </w:p>
          <w:p w14:paraId="1E055500" w14:textId="77777777" w:rsidR="00E554BF" w:rsidRPr="00C240D5" w:rsidRDefault="00E554BF" w:rsidP="00E554BF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77D3D7A6" wp14:editId="1504E39C">
                  <wp:extent cx="971885" cy="1199407"/>
                  <wp:effectExtent l="0" t="0" r="0" b="127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958" cy="1199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54BF" w:rsidRPr="00C240D5" w14:paraId="43F38918" w14:textId="77777777" w:rsidTr="00E554BF">
        <w:trPr>
          <w:trHeight w:val="1454"/>
        </w:trPr>
        <w:tc>
          <w:tcPr>
            <w:tcW w:w="421" w:type="dxa"/>
            <w:tcBorders>
              <w:right w:val="nil"/>
            </w:tcBorders>
          </w:tcPr>
          <w:p w14:paraId="416F3944" w14:textId="77777777" w:rsidR="00E554BF" w:rsidRPr="00C240D5" w:rsidRDefault="00E554BF" w:rsidP="00E554B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62F4AB9C" w14:textId="77777777" w:rsidR="00E554BF" w:rsidRDefault="00E554BF" w:rsidP="00E554BF">
            <w:pPr>
              <w:spacing w:before="120" w:after="0"/>
              <w:rPr>
                <w:rFonts w:ascii="Tahoma" w:eastAsiaTheme="minorEastAsia" w:hAnsi="Tahoma" w:cs="Tahoma"/>
                <w:noProof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anchor distT="0" distB="0" distL="114300" distR="114300" simplePos="0" relativeHeight="251695104" behindDoc="0" locked="0" layoutInCell="1" allowOverlap="1" wp14:anchorId="779C8526" wp14:editId="4AAD0CD3">
                  <wp:simplePos x="0" y="0"/>
                  <wp:positionH relativeFrom="column">
                    <wp:posOffset>2112058</wp:posOffset>
                  </wp:positionH>
                  <wp:positionV relativeFrom="paragraph">
                    <wp:posOffset>41861</wp:posOffset>
                  </wp:positionV>
                  <wp:extent cx="1009791" cy="1057423"/>
                  <wp:effectExtent l="0" t="0" r="6350" b="0"/>
                  <wp:wrapSquare wrapText="bothSides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80716D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791" cy="1057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eastAsiaTheme="minorEastAsia" w:hAnsi="Tahoma" w:cs="Tahoma"/>
                <w:noProof/>
              </w:rPr>
              <w:t>What shape is this the net for?</w:t>
            </w:r>
          </w:p>
          <w:p w14:paraId="5F686B91" w14:textId="77777777" w:rsidR="00E554BF" w:rsidRPr="00C240D5" w:rsidRDefault="00E554BF" w:rsidP="00E554BF">
            <w:pPr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94080" behindDoc="0" locked="0" layoutInCell="1" allowOverlap="1" wp14:anchorId="6BD1C49B" wp14:editId="697052DC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441813</wp:posOffset>
                  </wp:positionV>
                  <wp:extent cx="572135" cy="401320"/>
                  <wp:effectExtent l="0" t="0" r="0" b="5080"/>
                  <wp:wrapNone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noProof/>
                <w:lang w:eastAsia="en-GB"/>
              </w:rPr>
              <w:t xml:space="preserve"> </w:t>
            </w:r>
          </w:p>
        </w:tc>
      </w:tr>
    </w:tbl>
    <w:p w14:paraId="69741D4B" w14:textId="28C73094" w:rsidR="00E554BF" w:rsidRDefault="00E554B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7C9F5FC6" w14:textId="77777777" w:rsidR="00E554BF" w:rsidRDefault="00E554B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5DDCD8AF" w14:textId="331CAC82" w:rsidR="00525119" w:rsidRDefault="00EC4CCA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sectPr w:rsidR="00525119" w:rsidSect="00E554BF">
      <w:pgSz w:w="11906" w:h="16838"/>
      <w:pgMar w:top="566" w:right="720" w:bottom="35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A43CA"/>
    <w:rsid w:val="000A63AF"/>
    <w:rsid w:val="000B76C6"/>
    <w:rsid w:val="00101BAB"/>
    <w:rsid w:val="001826A9"/>
    <w:rsid w:val="001C6DC6"/>
    <w:rsid w:val="00213C21"/>
    <w:rsid w:val="002D5D86"/>
    <w:rsid w:val="00333535"/>
    <w:rsid w:val="003F51D8"/>
    <w:rsid w:val="00505FC9"/>
    <w:rsid w:val="00525119"/>
    <w:rsid w:val="005459FD"/>
    <w:rsid w:val="0055561D"/>
    <w:rsid w:val="005D66A5"/>
    <w:rsid w:val="0064471D"/>
    <w:rsid w:val="00661F3F"/>
    <w:rsid w:val="00705472"/>
    <w:rsid w:val="007B4226"/>
    <w:rsid w:val="007E2C1A"/>
    <w:rsid w:val="0090117B"/>
    <w:rsid w:val="00923B95"/>
    <w:rsid w:val="0099142F"/>
    <w:rsid w:val="009D097D"/>
    <w:rsid w:val="00A1626C"/>
    <w:rsid w:val="00AD110A"/>
    <w:rsid w:val="00AD3C1A"/>
    <w:rsid w:val="00BA2BC5"/>
    <w:rsid w:val="00BD26FE"/>
    <w:rsid w:val="00BE7AC9"/>
    <w:rsid w:val="00C240D5"/>
    <w:rsid w:val="00C41860"/>
    <w:rsid w:val="00C6765F"/>
    <w:rsid w:val="00D02CC1"/>
    <w:rsid w:val="00D51195"/>
    <w:rsid w:val="00DB511B"/>
    <w:rsid w:val="00E20822"/>
    <w:rsid w:val="00E554BF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tmp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7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16</cp:revision>
  <cp:lastPrinted>2019-02-25T09:49:00Z</cp:lastPrinted>
  <dcterms:created xsi:type="dcterms:W3CDTF">2019-02-25T09:42:00Z</dcterms:created>
  <dcterms:modified xsi:type="dcterms:W3CDTF">2019-02-25T09:49:00Z</dcterms:modified>
</cp:coreProperties>
</file>